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6C3BC0A6" w:rsidR="00354C5C" w:rsidRDefault="00354C5C" w:rsidP="006E5C6C">
      <w:r>
        <w:t xml:space="preserve">Příloha č. </w:t>
      </w:r>
      <w:r w:rsidR="00B920E2">
        <w:t>3b</w:t>
      </w:r>
      <w:r>
        <w:t xml:space="preserve"> Výzvy k podání nabídky</w:t>
      </w:r>
    </w:p>
    <w:p w14:paraId="523FE11F" w14:textId="7CAA717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6951" w:rsidRPr="00766951">
        <w:rPr>
          <w:b/>
          <w:color w:val="FF5200" w:themeColor="accent2"/>
          <w:sz w:val="36"/>
          <w:szCs w:val="36"/>
        </w:rPr>
        <w:t>„</w:t>
      </w:r>
      <w:r w:rsidR="00766951" w:rsidRPr="00EB70F8">
        <w:rPr>
          <w:b/>
          <w:color w:val="FF5200" w:themeColor="accent2"/>
          <w:sz w:val="36"/>
          <w:szCs w:val="36"/>
        </w:rPr>
        <w:t>Technická výpomoc – zaměření mapových podkladů</w:t>
      </w:r>
      <w:r w:rsidR="00304AB3" w:rsidRPr="00EB70F8">
        <w:rPr>
          <w:b/>
          <w:color w:val="FF5200" w:themeColor="accent2"/>
          <w:sz w:val="36"/>
          <w:szCs w:val="36"/>
        </w:rPr>
        <w:t xml:space="preserve"> </w:t>
      </w:r>
      <w:r w:rsidR="00304AB3" w:rsidRPr="00304AB3">
        <w:rPr>
          <w:b/>
          <w:color w:val="FF5200" w:themeColor="accent2"/>
          <w:sz w:val="36"/>
          <w:szCs w:val="36"/>
        </w:rPr>
        <w:t>vybraných železničních stanic ve Správě tratí Ostrava“</w:t>
      </w:r>
      <w:r w:rsidR="00EE521C" w:rsidRPr="00EB70F8">
        <w:rPr>
          <w:b/>
          <w:color w:val="FF5200" w:themeColor="accent2"/>
          <w:sz w:val="36"/>
          <w:szCs w:val="36"/>
        </w:rPr>
        <w:t>I</w:t>
      </w:r>
      <w:r w:rsidR="00B920E2" w:rsidRPr="00EB70F8">
        <w:rPr>
          <w:b/>
          <w:color w:val="FF5200" w:themeColor="accent2"/>
          <w:sz w:val="36"/>
          <w:szCs w:val="36"/>
        </w:rPr>
        <w:t>I</w:t>
      </w:r>
      <w:r w:rsidR="00EE521C" w:rsidRPr="00EB70F8">
        <w:rPr>
          <w:b/>
          <w:color w:val="FF5200" w:themeColor="accent2"/>
          <w:sz w:val="36"/>
          <w:szCs w:val="36"/>
        </w:rPr>
        <w:t>. část</w:t>
      </w:r>
      <w:r w:rsidR="0031280B" w:rsidRPr="00EB70F8">
        <w:rPr>
          <w:b/>
          <w:color w:val="FF5200" w:themeColor="accent2"/>
          <w:sz w:val="36"/>
          <w:szCs w:val="36"/>
        </w:rPr>
        <w:t>“</w:t>
      </w:r>
      <w:bookmarkStart w:id="0" w:name="_GoBack"/>
      <w:bookmarkEnd w:id="0"/>
      <w:r w:rsidR="000128D4" w:rsidRPr="0076695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04AB3" w:rsidRPr="00304A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4160</w:t>
      </w:r>
      <w:r w:rsidR="00766951" w:rsidRPr="00304AB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/2020</w:t>
      </w:r>
      <w:r w:rsidR="00766951" w:rsidRPr="0076695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-SŽ-SŽG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5CA014A" w14:textId="77777777" w:rsidR="009749E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1A04B06" w14:textId="5E7C51B3" w:rsidR="009749E7" w:rsidRDefault="00EB70F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8" w:history="1">
            <w:r w:rsidR="009749E7" w:rsidRPr="008C11A1">
              <w:rPr>
                <w:rStyle w:val="Hypertextovodkaz"/>
                <w:noProof/>
              </w:rPr>
              <w:t>Kapitola 1.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Základní údaje k nabídce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_Toc50966408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2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D6B0889" w14:textId="2BD511AF" w:rsidR="009749E7" w:rsidRDefault="00EB70F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09" w:history="1">
            <w:r w:rsidR="009749E7" w:rsidRPr="008C11A1">
              <w:rPr>
                <w:rStyle w:val="Hypertextovodkaz"/>
                <w:noProof/>
              </w:rPr>
              <w:t>Kapitola 2.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o splnění základní způsobilosti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_Toc50966409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3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7E334436" w14:textId="05E018D5" w:rsidR="009749E7" w:rsidRDefault="00EB70F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0966410" w:history="1">
            <w:r w:rsidR="009749E7" w:rsidRPr="008C11A1">
              <w:rPr>
                <w:rStyle w:val="Hypertextovodkaz"/>
                <w:noProof/>
              </w:rPr>
              <w:t>Kapitola 3.</w:t>
            </w:r>
            <w:r w:rsidR="009749E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49E7" w:rsidRPr="008C11A1">
              <w:rPr>
                <w:rStyle w:val="Hypertextovodkaz"/>
                <w:noProof/>
              </w:rPr>
              <w:t>Čestné prohlášení účastníka k neuzavření zakázaných dohod</w:t>
            </w:r>
            <w:r w:rsidR="009749E7">
              <w:rPr>
                <w:noProof/>
                <w:webHidden/>
              </w:rPr>
              <w:tab/>
            </w:r>
            <w:r w:rsidR="009749E7">
              <w:rPr>
                <w:noProof/>
                <w:webHidden/>
              </w:rPr>
              <w:fldChar w:fldCharType="begin"/>
            </w:r>
            <w:r w:rsidR="009749E7">
              <w:rPr>
                <w:noProof/>
                <w:webHidden/>
              </w:rPr>
              <w:instrText xml:space="preserve"> PAGEREF _Toc50966410 \h </w:instrText>
            </w:r>
            <w:r w:rsidR="009749E7">
              <w:rPr>
                <w:noProof/>
                <w:webHidden/>
              </w:rPr>
            </w:r>
            <w:r w:rsidR="009749E7">
              <w:rPr>
                <w:noProof/>
                <w:webHidden/>
              </w:rPr>
              <w:fldChar w:fldCharType="separate"/>
            </w:r>
            <w:r w:rsidR="009749E7">
              <w:rPr>
                <w:noProof/>
                <w:webHidden/>
              </w:rPr>
              <w:t>4</w:t>
            </w:r>
            <w:r w:rsidR="009749E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5096640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0006D8F" w:rsidR="00A93A74" w:rsidRDefault="00A93A74" w:rsidP="008B1A2C">
      <w:r>
        <w:t xml:space="preserve">Účastník prohlašuje, že veškeré údaje uvedené v tomto krycím listu, který je přílohou č. </w:t>
      </w:r>
      <w:r w:rsidR="006F2FE5">
        <w:t>2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94AD0">
        <w:t xml:space="preserve">jako </w:t>
      </w:r>
      <w:r w:rsidR="000128D4" w:rsidRPr="00194AD0">
        <w:rPr>
          <w:rFonts w:eastAsia="Times New Roman" w:cs="Times New Roman"/>
          <w:lang w:eastAsia="cs-CZ"/>
        </w:rPr>
        <w:t xml:space="preserve">podlimitní </w:t>
      </w:r>
      <w:r w:rsidR="00194AD0" w:rsidRPr="00194AD0">
        <w:rPr>
          <w:rFonts w:eastAsia="Times New Roman" w:cs="Times New Roman"/>
          <w:lang w:eastAsia="cs-CZ"/>
        </w:rPr>
        <w:t>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38B3B2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EB70F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EB70F8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096640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096641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47F4BE42" w:rsidR="0031280B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333C0D2" w14:textId="01C55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A08947F" w14:textId="3CA0C2DD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7E606635" w14:textId="3A2B2586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44B67FD" w14:textId="4D4B9285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6740C4F7" w14:textId="7C281E88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2A28442A" w14:textId="5D2C63FA" w:rsidR="00194AD0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0B046363" w14:textId="77777777" w:rsidR="00194AD0" w:rsidRPr="00A035EA" w:rsidRDefault="00194AD0" w:rsidP="0031280B">
      <w:pPr>
        <w:spacing w:line="240" w:lineRule="auto"/>
        <w:rPr>
          <w:rFonts w:eastAsia="Times New Roman" w:cs="Times New Roman"/>
          <w:lang w:eastAsia="cs-CZ"/>
        </w:rPr>
      </w:pPr>
    </w:p>
    <w:p w14:paraId="524975EC" w14:textId="77777777" w:rsidR="00194AD0" w:rsidRDefault="00194AD0" w:rsidP="00194AD0">
      <w:r>
        <w:t>V …………………… dne ………………………</w:t>
      </w:r>
    </w:p>
    <w:p w14:paraId="673DB32D" w14:textId="77777777" w:rsidR="00194AD0" w:rsidRDefault="00194AD0" w:rsidP="00194AD0"/>
    <w:p w14:paraId="450FBA63" w14:textId="77777777" w:rsidR="00194AD0" w:rsidRDefault="00194AD0" w:rsidP="00194AD0">
      <w:r w:rsidRPr="00194AD0">
        <w:rPr>
          <w:highlight w:val="green"/>
        </w:rPr>
        <w:t>Jméno a Příjmení</w:t>
      </w:r>
    </w:p>
    <w:p w14:paraId="1E966E17" w14:textId="38E50C36" w:rsidR="000128D4" w:rsidRPr="000128D4" w:rsidRDefault="00194AD0" w:rsidP="00194AD0">
      <w:r w:rsidRPr="00194AD0">
        <w:rPr>
          <w:highlight w:val="green"/>
        </w:rPr>
        <w:t>funkce osoby</w:t>
      </w:r>
      <w:r>
        <w:t xml:space="preserve"> </w:t>
      </w:r>
    </w:p>
    <w:sectPr w:rsidR="000128D4" w:rsidRP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039F65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0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0F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D24E9D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77B5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6F0F1C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0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0F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4F45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0589B2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AD0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AB3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2FE5"/>
    <w:rsid w:val="00710723"/>
    <w:rsid w:val="007116AD"/>
    <w:rsid w:val="00723ED1"/>
    <w:rsid w:val="00743525"/>
    <w:rsid w:val="0076286B"/>
    <w:rsid w:val="00766846"/>
    <w:rsid w:val="00766951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49E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336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20E2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B70F8"/>
    <w:rsid w:val="00ED14BD"/>
    <w:rsid w:val="00ED5FA9"/>
    <w:rsid w:val="00EE521C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1F8CA"/>
  <w15:docId w15:val="{B3F5DE3C-5C1E-480C-A149-F175E6E0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1C16B1-49ED-4015-919C-41C45CF0F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41</TotalTime>
  <Pages>4</Pages>
  <Words>535</Words>
  <Characters>3158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20</cp:revision>
  <cp:lastPrinted>2017-11-28T17:18:00Z</cp:lastPrinted>
  <dcterms:created xsi:type="dcterms:W3CDTF">2020-06-29T15:29:00Z</dcterms:created>
  <dcterms:modified xsi:type="dcterms:W3CDTF">2020-09-21T10:54:00Z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